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4C6E783C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1E269B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3C5BFA3" w:rsidR="008145D7" w:rsidRPr="0019651A" w:rsidRDefault="008145D7" w:rsidP="00882E6D">
      <w:pPr>
        <w:spacing w:line="240" w:lineRule="auto"/>
        <w:rPr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9651A" w:rsidRPr="0019651A">
        <w:rPr>
          <w:b/>
          <w:bCs/>
        </w:rPr>
        <w:t xml:space="preserve">Pravidelné prohlídky, revize, vyproštění osob a opravy osobních </w:t>
      </w:r>
      <w:r w:rsidR="0019651A">
        <w:rPr>
          <w:b/>
          <w:bCs/>
        </w:rPr>
        <w:br/>
      </w:r>
      <w:r w:rsidR="0019651A" w:rsidRPr="0019651A">
        <w:rPr>
          <w:b/>
          <w:bCs/>
        </w:rPr>
        <w:t>a nákladních výtahů a plošin v obvodu OŘ PHA 2025-2026</w:t>
      </w:r>
      <w:r w:rsidRPr="00AF255F">
        <w:rPr>
          <w:rFonts w:eastAsia="Times New Roman" w:cs="Times New Roman"/>
          <w:b/>
          <w:lang w:eastAsia="cs-CZ"/>
        </w:rPr>
        <w:t>“</w:t>
      </w:r>
      <w:r w:rsidRPr="00AF255F">
        <w:rPr>
          <w:rFonts w:eastAsia="Times New Roman" w:cs="Times New Roman"/>
          <w:lang w:eastAsia="cs-CZ"/>
        </w:rPr>
        <w:t xml:space="preserve">, č.j. </w:t>
      </w:r>
      <w:r w:rsidR="00AF255F" w:rsidRPr="00AF255F">
        <w:rPr>
          <w:rFonts w:eastAsia="Times New Roman" w:cs="Times New Roman"/>
          <w:lang w:eastAsia="cs-CZ"/>
        </w:rPr>
        <w:t>38</w:t>
      </w:r>
      <w:r w:rsidR="0019651A">
        <w:rPr>
          <w:rFonts w:eastAsia="Times New Roman" w:cs="Times New Roman"/>
          <w:lang w:eastAsia="cs-CZ"/>
        </w:rPr>
        <w:t>188</w:t>
      </w:r>
      <w:r w:rsidR="00AF255F" w:rsidRPr="00AF255F">
        <w:rPr>
          <w:rFonts w:eastAsia="Times New Roman" w:cs="Times New Roman"/>
          <w:lang w:eastAsia="cs-CZ"/>
        </w:rPr>
        <w:t>/2025-SŽ-OŘ PHA-OVZ</w:t>
      </w:r>
      <w:r w:rsidRPr="00AF255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E26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E26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621A8" w14:textId="592868C1" w:rsidR="00AF255F" w:rsidRDefault="00AF25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0124D3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A92E2C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9651A"/>
    <w:rsid w:val="001A3814"/>
    <w:rsid w:val="001E269B"/>
    <w:rsid w:val="00207DF5"/>
    <w:rsid w:val="00280E07"/>
    <w:rsid w:val="002811DF"/>
    <w:rsid w:val="002C31BF"/>
    <w:rsid w:val="002D08B1"/>
    <w:rsid w:val="002D2355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255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5F18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2355"/>
    <w:rsid w:val="0049171C"/>
    <w:rsid w:val="00710200"/>
    <w:rsid w:val="0087094D"/>
    <w:rsid w:val="009C16D5"/>
    <w:rsid w:val="00B72819"/>
    <w:rsid w:val="00BE31C7"/>
    <w:rsid w:val="00C45F18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14</cp:revision>
  <cp:lastPrinted>2017-11-28T17:18:00Z</cp:lastPrinted>
  <dcterms:created xsi:type="dcterms:W3CDTF">2023-11-16T10:29:00Z</dcterms:created>
  <dcterms:modified xsi:type="dcterms:W3CDTF">2025-09-15T07:59:00Z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